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4E" w:rsidRDefault="00F0504E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F0504E" w:rsidRDefault="00F0504E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F0504E" w:rsidRDefault="00F0504E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F0504E" w:rsidRDefault="00F0504E" w:rsidP="00731636">
      <w:pPr>
        <w:rPr>
          <w:sz w:val="32"/>
        </w:rPr>
      </w:pPr>
    </w:p>
    <w:p w:rsidR="00F0504E" w:rsidRDefault="00F0504E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F0504E" w:rsidRDefault="00F0504E" w:rsidP="00731636">
      <w:pPr>
        <w:jc w:val="center"/>
        <w:rPr>
          <w:b/>
          <w:sz w:val="28"/>
        </w:rPr>
      </w:pPr>
      <w:r>
        <w:rPr>
          <w:b/>
          <w:sz w:val="28"/>
        </w:rPr>
        <w:t>шестой сессии</w:t>
      </w:r>
    </w:p>
    <w:p w:rsidR="00F0504E" w:rsidRDefault="00F0504E" w:rsidP="00731636">
      <w:pPr>
        <w:rPr>
          <w:sz w:val="28"/>
        </w:rPr>
      </w:pPr>
    </w:p>
    <w:p w:rsidR="00F0504E" w:rsidRDefault="00F0504E" w:rsidP="00731636">
      <w:pPr>
        <w:rPr>
          <w:sz w:val="28"/>
        </w:rPr>
      </w:pPr>
      <w:r>
        <w:rPr>
          <w:sz w:val="28"/>
        </w:rPr>
        <w:t xml:space="preserve">от 18.03.2016                                                                                                                №   46                                                                                                                                                           </w:t>
      </w:r>
    </w:p>
    <w:p w:rsidR="00F0504E" w:rsidRDefault="00F0504E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F0504E" w:rsidRDefault="00F0504E" w:rsidP="00731636">
      <w:pPr>
        <w:rPr>
          <w:sz w:val="28"/>
        </w:rPr>
      </w:pPr>
      <w:r>
        <w:rPr>
          <w:sz w:val="28"/>
        </w:rPr>
        <w:t xml:space="preserve">       </w:t>
      </w:r>
    </w:p>
    <w:p w:rsidR="00F0504E" w:rsidRDefault="00F0504E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четвертой сессии  Совета депутатов Широкоярского сельсовета от 22.12.2015 № 28 «О бюджете Широкоярского сельсовета Мошковского района Новосибирской области на 2016 год                                      и плановый период 2017 и 2018 годов»</w:t>
      </w:r>
    </w:p>
    <w:p w:rsidR="00F0504E" w:rsidRDefault="00F0504E" w:rsidP="00731636">
      <w:pPr>
        <w:rPr>
          <w:sz w:val="28"/>
        </w:rPr>
      </w:pPr>
    </w:p>
    <w:p w:rsidR="00F0504E" w:rsidRDefault="00F0504E" w:rsidP="00731636">
      <w:pPr>
        <w:rPr>
          <w:sz w:val="28"/>
        </w:rPr>
      </w:pPr>
    </w:p>
    <w:p w:rsidR="00F0504E" w:rsidRDefault="00F0504E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статьи 20, пунктом 2 статьи 23 Бюджетного кодекса Российской Федерации, в целях приведения настоящего решения в соответствие с федеральным законодательством и требованиями юридико-технического оформления, Совет депутатов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четвертой сессии Совета депутатов Широкоярского сельсовета  от 22.12.2015 № 28 «О бюджете  Широкоярского сельсовета Мошковского района Новосибирской области  на 2016 год и плановый период 2017 и 2018 годов» согласно приложения.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официального опубликования.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налоговой, финансово-кредитной политике (Близнюк Л.А.).</w:t>
      </w:r>
    </w:p>
    <w:p w:rsidR="00F0504E" w:rsidRDefault="00F0504E" w:rsidP="00731636">
      <w:pPr>
        <w:jc w:val="both"/>
        <w:rPr>
          <w:sz w:val="28"/>
          <w:szCs w:val="28"/>
        </w:rPr>
      </w:pPr>
    </w:p>
    <w:p w:rsidR="00F0504E" w:rsidRDefault="00F0504E" w:rsidP="00731636">
      <w:pPr>
        <w:jc w:val="both"/>
        <w:rPr>
          <w:sz w:val="28"/>
          <w:szCs w:val="28"/>
        </w:rPr>
      </w:pPr>
    </w:p>
    <w:p w:rsidR="00F0504E" w:rsidRDefault="00F0504E" w:rsidP="00731636">
      <w:pPr>
        <w:jc w:val="both"/>
        <w:rPr>
          <w:sz w:val="28"/>
          <w:szCs w:val="28"/>
        </w:rPr>
      </w:pP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F0504E" w:rsidRDefault="00F0504E" w:rsidP="00731636">
      <w:pPr>
        <w:jc w:val="both"/>
        <w:rPr>
          <w:sz w:val="28"/>
          <w:szCs w:val="28"/>
        </w:rPr>
      </w:pP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А.Л.Старинская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</w:tblGrid>
      <w:tr w:rsidR="00F0504E" w:rsidTr="00DC089E">
        <w:trPr>
          <w:trHeight w:val="1618"/>
        </w:trPr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F0504E" w:rsidRDefault="00F050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0504E" w:rsidRDefault="00F050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шестой сессии                 Совета депутатов</w:t>
            </w:r>
          </w:p>
          <w:p w:rsidR="00F0504E" w:rsidRDefault="00F050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F0504E" w:rsidRDefault="00F0504E" w:rsidP="00FA2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18.13.2016     № 46</w:t>
            </w:r>
          </w:p>
        </w:tc>
      </w:tr>
    </w:tbl>
    <w:p w:rsidR="00F0504E" w:rsidRDefault="00F0504E" w:rsidP="00731636">
      <w:pPr>
        <w:jc w:val="center"/>
        <w:rPr>
          <w:sz w:val="28"/>
          <w:szCs w:val="28"/>
        </w:rPr>
      </w:pPr>
    </w:p>
    <w:p w:rsidR="00F0504E" w:rsidRDefault="00F0504E" w:rsidP="00731636">
      <w:pPr>
        <w:jc w:val="center"/>
        <w:rPr>
          <w:sz w:val="28"/>
          <w:szCs w:val="28"/>
        </w:rPr>
      </w:pPr>
    </w:p>
    <w:p w:rsidR="00F0504E" w:rsidRDefault="00F0504E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четвертой сессии Совета депутатов Широкоярского сельсовета  от 22.12.2015 № 28 «О бюджете Широкоярского сельсовета Мошковского района Новосибирской области  на 2016 год и плановый                             период 2017 и 2018 годов» </w:t>
      </w:r>
    </w:p>
    <w:p w:rsidR="00F0504E" w:rsidRDefault="00F0504E" w:rsidP="00731636">
      <w:pPr>
        <w:jc w:val="center"/>
        <w:rPr>
          <w:sz w:val="28"/>
          <w:szCs w:val="28"/>
        </w:rPr>
      </w:pPr>
    </w:p>
    <w:p w:rsidR="00F0504E" w:rsidRDefault="00F0504E" w:rsidP="00731636">
      <w:pPr>
        <w:jc w:val="center"/>
        <w:rPr>
          <w:sz w:val="28"/>
          <w:szCs w:val="28"/>
        </w:rPr>
      </w:pPr>
    </w:p>
    <w:p w:rsidR="00F0504E" w:rsidRDefault="00F0504E" w:rsidP="004F15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Пункт 3 статьи 2 изложить в следующей редакции: «Установить, что администрация Широкоярского сельсовета вправе в случае изменения в 2016 году и плановом периоде 2017-2018 годов перечня и полномочий главных администраторов доходов бюджета или главных администраторов источников финансирования дефицита бюджета при определении принципов назначения, структуры кодов и присвоения кодов классификации доходов бюджета вносить соответствующие изменения в состав закрепленных за ними кодов классификации доходов или классификации источников финансирования дефицита бюджета на основании муниципального правового акта финансового органа без внесения изменений в решение о бюджете».</w:t>
      </w:r>
    </w:p>
    <w:p w:rsidR="00F0504E" w:rsidRDefault="00F0504E" w:rsidP="004F15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Пункт 6 статьи 5 после слова «фонда» дополнить словом «администрации».</w:t>
      </w:r>
    </w:p>
    <w:p w:rsidR="00F0504E" w:rsidRDefault="00F0504E" w:rsidP="00731636">
      <w:pPr>
        <w:jc w:val="both"/>
        <w:rPr>
          <w:sz w:val="28"/>
        </w:rPr>
      </w:pPr>
    </w:p>
    <w:p w:rsidR="00F0504E" w:rsidRDefault="00F0504E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 </w:t>
      </w:r>
    </w:p>
    <w:p w:rsidR="00F0504E" w:rsidRDefault="00F0504E"/>
    <w:sectPr w:rsidR="00F0504E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F6A5D"/>
    <w:rsid w:val="0042672F"/>
    <w:rsid w:val="004C4AF8"/>
    <w:rsid w:val="004D5B6B"/>
    <w:rsid w:val="004F15EF"/>
    <w:rsid w:val="005549C6"/>
    <w:rsid w:val="005A3E15"/>
    <w:rsid w:val="005C434B"/>
    <w:rsid w:val="006B1FBF"/>
    <w:rsid w:val="006D618B"/>
    <w:rsid w:val="006E4BB5"/>
    <w:rsid w:val="00710A6A"/>
    <w:rsid w:val="00731636"/>
    <w:rsid w:val="00754B89"/>
    <w:rsid w:val="007B2BE6"/>
    <w:rsid w:val="007B63B7"/>
    <w:rsid w:val="007D53F4"/>
    <w:rsid w:val="00853CB3"/>
    <w:rsid w:val="00882310"/>
    <w:rsid w:val="008D3637"/>
    <w:rsid w:val="008E101A"/>
    <w:rsid w:val="0091471C"/>
    <w:rsid w:val="009B4776"/>
    <w:rsid w:val="009C7553"/>
    <w:rsid w:val="00A27075"/>
    <w:rsid w:val="00A70CD4"/>
    <w:rsid w:val="00A81054"/>
    <w:rsid w:val="00AB00C3"/>
    <w:rsid w:val="00AD4CA7"/>
    <w:rsid w:val="00B1126A"/>
    <w:rsid w:val="00B56CFF"/>
    <w:rsid w:val="00B955FC"/>
    <w:rsid w:val="00C759F1"/>
    <w:rsid w:val="00CE3A41"/>
    <w:rsid w:val="00D06119"/>
    <w:rsid w:val="00D069B9"/>
    <w:rsid w:val="00D509CC"/>
    <w:rsid w:val="00DC089E"/>
    <w:rsid w:val="00DC6D79"/>
    <w:rsid w:val="00E66A3F"/>
    <w:rsid w:val="00E9188E"/>
    <w:rsid w:val="00E91C0C"/>
    <w:rsid w:val="00F0504E"/>
    <w:rsid w:val="00F16A68"/>
    <w:rsid w:val="00F200AB"/>
    <w:rsid w:val="00F46E99"/>
    <w:rsid w:val="00F5680B"/>
    <w:rsid w:val="00FA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11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447</Words>
  <Characters>2548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2016-02-28T06:43:00Z</cp:lastPrinted>
  <dcterms:created xsi:type="dcterms:W3CDTF">2015-04-10T05:39:00Z</dcterms:created>
  <dcterms:modified xsi:type="dcterms:W3CDTF">2016-03-24T03:14:00Z</dcterms:modified>
</cp:coreProperties>
</file>