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F51" w:rsidRDefault="00C34F51" w:rsidP="00731636">
      <w:pPr>
        <w:pStyle w:val="Heading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C34F51" w:rsidRDefault="00C34F51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C34F51" w:rsidRDefault="00C34F51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C34F51" w:rsidRDefault="00C34F51" w:rsidP="00731636">
      <w:pPr>
        <w:rPr>
          <w:sz w:val="32"/>
        </w:rPr>
      </w:pPr>
    </w:p>
    <w:p w:rsidR="00C34F51" w:rsidRDefault="00C34F51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</w:p>
    <w:p w:rsidR="00C34F51" w:rsidRDefault="00C34F51" w:rsidP="00731636">
      <w:pPr>
        <w:jc w:val="center"/>
        <w:rPr>
          <w:b/>
          <w:sz w:val="28"/>
        </w:rPr>
      </w:pPr>
      <w:r>
        <w:rPr>
          <w:b/>
          <w:sz w:val="28"/>
        </w:rPr>
        <w:t xml:space="preserve"> тринадцатой сессии</w:t>
      </w:r>
    </w:p>
    <w:p w:rsidR="00C34F51" w:rsidRDefault="00C34F51" w:rsidP="00731636">
      <w:pPr>
        <w:rPr>
          <w:sz w:val="28"/>
        </w:rPr>
      </w:pPr>
    </w:p>
    <w:p w:rsidR="00C34F51" w:rsidRDefault="00C34F51" w:rsidP="00731636">
      <w:pPr>
        <w:rPr>
          <w:sz w:val="28"/>
        </w:rPr>
      </w:pPr>
      <w:r>
        <w:rPr>
          <w:sz w:val="28"/>
        </w:rPr>
        <w:t>от 23.12.2016                                                                                                              № 78</w:t>
      </w:r>
    </w:p>
    <w:p w:rsidR="00C34F51" w:rsidRDefault="00C34F51" w:rsidP="00731636">
      <w:pPr>
        <w:rPr>
          <w:sz w:val="28"/>
        </w:rPr>
      </w:pPr>
    </w:p>
    <w:p w:rsidR="00C34F51" w:rsidRDefault="00C34F51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 изменений в решение  четвертой сессии Совета депутатов Широкоярского сельсовета от 22.12.2015 № 28 «О бюджете Широкоярского сельсовета Мошковского района  на 2016 год и плановый период                                     2017 и 2018 годов»</w:t>
      </w:r>
    </w:p>
    <w:p w:rsidR="00C34F51" w:rsidRDefault="00C34F51" w:rsidP="00731636">
      <w:pPr>
        <w:rPr>
          <w:sz w:val="28"/>
        </w:rPr>
      </w:pPr>
    </w:p>
    <w:p w:rsidR="00C34F51" w:rsidRDefault="00C34F51" w:rsidP="00731636">
      <w:pPr>
        <w:rPr>
          <w:sz w:val="28"/>
        </w:rPr>
      </w:pPr>
    </w:p>
    <w:p w:rsidR="00C34F51" w:rsidRDefault="00C34F51" w:rsidP="0008036E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сельсовета, Совет депутатов</w:t>
      </w:r>
    </w:p>
    <w:p w:rsidR="00C34F51" w:rsidRDefault="00C34F51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34F51" w:rsidRDefault="00C34F51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решение  четвертой сессии Совета депутатов Широкоярского сельсовета  от 22.12.2015 № 28 «О бюджете  Широкоярского сельсовета Мошковского района  на 2016 год и плановый период 2017 и 2018 годов» согласно приложения.</w:t>
      </w:r>
    </w:p>
    <w:p w:rsidR="00C34F51" w:rsidRDefault="00C34F51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после дня его официального опубликования.</w:t>
      </w:r>
    </w:p>
    <w:p w:rsidR="00C34F51" w:rsidRDefault="00C34F51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финансам, налогам и собственности (БлизнюкЛ.А..)</w:t>
      </w:r>
    </w:p>
    <w:p w:rsidR="00C34F51" w:rsidRDefault="00C34F51" w:rsidP="00731636">
      <w:pPr>
        <w:jc w:val="both"/>
        <w:rPr>
          <w:sz w:val="28"/>
          <w:szCs w:val="28"/>
        </w:rPr>
      </w:pPr>
    </w:p>
    <w:p w:rsidR="00C34F51" w:rsidRDefault="00C34F51" w:rsidP="00731636">
      <w:pPr>
        <w:jc w:val="both"/>
        <w:rPr>
          <w:sz w:val="28"/>
          <w:szCs w:val="28"/>
        </w:rPr>
      </w:pPr>
    </w:p>
    <w:p w:rsidR="00C34F51" w:rsidRDefault="00C34F51" w:rsidP="00731636">
      <w:pPr>
        <w:jc w:val="both"/>
        <w:rPr>
          <w:sz w:val="28"/>
          <w:szCs w:val="28"/>
        </w:rPr>
      </w:pP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А.М.Шашлов</w:t>
      </w:r>
    </w:p>
    <w:p w:rsidR="00C34F51" w:rsidRDefault="00C34F51" w:rsidP="00731636">
      <w:pPr>
        <w:jc w:val="both"/>
        <w:rPr>
          <w:sz w:val="28"/>
          <w:szCs w:val="28"/>
        </w:rPr>
      </w:pP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Широкоярского  сельсовета</w:t>
      </w: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А.Л.Старинская</w:t>
      </w:r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09"/>
      </w:tblGrid>
      <w:tr w:rsidR="00C34F51" w:rsidTr="0008036E">
        <w:trPr>
          <w:trHeight w:val="1257"/>
        </w:trPr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C34F51" w:rsidRDefault="00C34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C34F51" w:rsidRDefault="00C34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депутатов</w:t>
            </w:r>
          </w:p>
          <w:p w:rsidR="00C34F51" w:rsidRDefault="00C34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C34F51" w:rsidRDefault="00C34F51" w:rsidP="00FD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23.12.2016   № 78</w:t>
            </w:r>
          </w:p>
        </w:tc>
      </w:tr>
    </w:tbl>
    <w:p w:rsidR="00C34F51" w:rsidRDefault="00C34F51" w:rsidP="00731636">
      <w:pPr>
        <w:jc w:val="center"/>
        <w:rPr>
          <w:sz w:val="28"/>
          <w:szCs w:val="28"/>
        </w:rPr>
      </w:pPr>
    </w:p>
    <w:p w:rsidR="00C34F51" w:rsidRDefault="00C34F51" w:rsidP="00731636">
      <w:pPr>
        <w:jc w:val="center"/>
        <w:rPr>
          <w:sz w:val="28"/>
          <w:szCs w:val="28"/>
        </w:rPr>
      </w:pPr>
    </w:p>
    <w:p w:rsidR="00C34F51" w:rsidRDefault="00C34F51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четвертой сессии Совета депутатов  Широкоярского сельсовета  от 22.12.2015 № 28 «О бюджете Широкоярского сельсовета Мошковского района  на 2016 год и плановый период 2017 и 2018 годов» </w:t>
      </w:r>
    </w:p>
    <w:p w:rsidR="00C34F51" w:rsidRDefault="00C34F51" w:rsidP="00731636">
      <w:pPr>
        <w:jc w:val="both"/>
        <w:rPr>
          <w:sz w:val="28"/>
        </w:rPr>
      </w:pP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2016 год и плановый период 2017 и 2018 годов</w:t>
      </w:r>
    </w:p>
    <w:p w:rsidR="00C34F51" w:rsidRDefault="00C34F51" w:rsidP="00731636">
      <w:pPr>
        <w:jc w:val="both"/>
        <w:rPr>
          <w:sz w:val="28"/>
          <w:szCs w:val="28"/>
        </w:rPr>
      </w:pP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основные характеристики  бюджета  Широкоярского  сельсовета Мошковского района на 2016 год:</w:t>
      </w:r>
    </w:p>
    <w:p w:rsidR="00C34F51" w:rsidRDefault="00C34F51" w:rsidP="00731636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>
        <w:rPr>
          <w:b/>
          <w:sz w:val="28"/>
          <w:szCs w:val="28"/>
        </w:rPr>
        <w:t>9205,1</w:t>
      </w:r>
      <w:r>
        <w:rPr>
          <w:sz w:val="28"/>
          <w:szCs w:val="28"/>
        </w:rPr>
        <w:t xml:space="preserve">тыс. рублей, в том числе общий объем безвозмездных поступлений в сумме </w:t>
      </w:r>
      <w:r>
        <w:rPr>
          <w:b/>
          <w:sz w:val="28"/>
          <w:szCs w:val="28"/>
        </w:rPr>
        <w:t>7215,0</w:t>
      </w:r>
      <w:r>
        <w:rPr>
          <w:sz w:val="28"/>
          <w:szCs w:val="28"/>
        </w:rPr>
        <w:t>тыс.руб.,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>
        <w:rPr>
          <w:b/>
          <w:sz w:val="28"/>
          <w:szCs w:val="28"/>
        </w:rPr>
        <w:t>7215,0</w:t>
      </w:r>
      <w:r>
        <w:rPr>
          <w:sz w:val="28"/>
          <w:szCs w:val="28"/>
        </w:rPr>
        <w:t xml:space="preserve"> тыс. рублей;</w:t>
      </w: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бюджета Широкоярского сельсовета в сумме </w:t>
      </w:r>
      <w:r>
        <w:rPr>
          <w:b/>
          <w:sz w:val="28"/>
          <w:szCs w:val="28"/>
        </w:rPr>
        <w:t>9361,28</w:t>
      </w:r>
      <w:bookmarkStart w:id="0" w:name="_GoBack"/>
      <w:bookmarkEnd w:id="0"/>
      <w:r>
        <w:rPr>
          <w:sz w:val="28"/>
          <w:szCs w:val="28"/>
        </w:rPr>
        <w:t>тыс. рублей;</w:t>
      </w: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бюджета  Широкоярского сельсовета Мошковского района  в сумме </w:t>
      </w:r>
      <w:r>
        <w:rPr>
          <w:b/>
          <w:sz w:val="28"/>
          <w:szCs w:val="28"/>
        </w:rPr>
        <w:t>156,18</w:t>
      </w:r>
      <w:r>
        <w:rPr>
          <w:sz w:val="28"/>
          <w:szCs w:val="28"/>
        </w:rPr>
        <w:t xml:space="preserve"> тыс. рублей.</w:t>
      </w: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 Широкоярского сельсовета Мошковского района  на 2017 и 2018 годы:</w:t>
      </w: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Прогнозируемый общий объем доходов бюджета  Широкоярского сельсовета Мошковского района  на 2017 год в сумме 6516,6 тыс. рублей, в том числе общий объем безвозмездных поступлений в сумме 4860,0 тыс. руб., из них общий  объем межбюджетных трансфертов получаемых от других бюджетов бюджетной системы Российской Федерации в сумме 4860,0 тыс. рублей, и на 2018 год в сумме 6541,8 тыс.рублей, в том числе общий объем безвозмездных поступлений в сумме 4822,6 тыс. руб., из них  объем межбюджетных трансфертов получаемых от других бюджетов бюджетной системы 4822,6 тыс. рублей.</w:t>
      </w: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бюджета Широкоярского сельсовета Мошковскогорайона  на 2017 год в сумме 6599,43 тыс. рублей, в том числе условно утвержденные расходы в сумме 137,35 тыс. рублей, и на 2018 год в сумме  6627,76 тыс. рублей, в том числе условно утвержденные расходы в сумме 276,1 тыс. рублей.</w:t>
      </w: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бюджета  Широкоярского сельсовета Мошковского района на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 в сумме 82,83 тыс. рублей; на 2018 год в сумме 85,96 тыс. рублей, что составляет 5 % общего объема доходов без учета безвозмездных поступлений.</w:t>
      </w:r>
    </w:p>
    <w:p w:rsidR="00C34F51" w:rsidRDefault="00C34F51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  Изложить в новой редакции доходную часть бюджета, приложения № 4, 5,7. </w:t>
      </w:r>
    </w:p>
    <w:p w:rsidR="00C34F51" w:rsidRDefault="00C34F51"/>
    <w:sectPr w:rsidR="00C34F51" w:rsidSect="000803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8036E"/>
    <w:rsid w:val="000848D9"/>
    <w:rsid w:val="000E286B"/>
    <w:rsid w:val="001420CE"/>
    <w:rsid w:val="001777CD"/>
    <w:rsid w:val="001935B7"/>
    <w:rsid w:val="001962FF"/>
    <w:rsid w:val="001A4382"/>
    <w:rsid w:val="001A74DD"/>
    <w:rsid w:val="001B3417"/>
    <w:rsid w:val="001E6CAA"/>
    <w:rsid w:val="001F2AEA"/>
    <w:rsid w:val="00247171"/>
    <w:rsid w:val="002E0954"/>
    <w:rsid w:val="00334BFA"/>
    <w:rsid w:val="0039686C"/>
    <w:rsid w:val="0042672F"/>
    <w:rsid w:val="0049161C"/>
    <w:rsid w:val="004C4AF8"/>
    <w:rsid w:val="004D5B6B"/>
    <w:rsid w:val="00531465"/>
    <w:rsid w:val="005504FB"/>
    <w:rsid w:val="005549C6"/>
    <w:rsid w:val="005C434B"/>
    <w:rsid w:val="006B1FBF"/>
    <w:rsid w:val="006D618B"/>
    <w:rsid w:val="006E276A"/>
    <w:rsid w:val="00731636"/>
    <w:rsid w:val="00754B89"/>
    <w:rsid w:val="007B2BE6"/>
    <w:rsid w:val="007D53F4"/>
    <w:rsid w:val="007D5606"/>
    <w:rsid w:val="007E46EF"/>
    <w:rsid w:val="00853CB3"/>
    <w:rsid w:val="00882310"/>
    <w:rsid w:val="008D3637"/>
    <w:rsid w:val="0091471C"/>
    <w:rsid w:val="009B4776"/>
    <w:rsid w:val="009C7553"/>
    <w:rsid w:val="009D6FCE"/>
    <w:rsid w:val="009F130B"/>
    <w:rsid w:val="00A0000C"/>
    <w:rsid w:val="00A11648"/>
    <w:rsid w:val="00A27075"/>
    <w:rsid w:val="00A70CD4"/>
    <w:rsid w:val="00A75788"/>
    <w:rsid w:val="00A954D5"/>
    <w:rsid w:val="00AB00C3"/>
    <w:rsid w:val="00AD4CA7"/>
    <w:rsid w:val="00AE05C0"/>
    <w:rsid w:val="00B1126A"/>
    <w:rsid w:val="00B955FC"/>
    <w:rsid w:val="00C34F51"/>
    <w:rsid w:val="00CD07C2"/>
    <w:rsid w:val="00CE3A41"/>
    <w:rsid w:val="00D069B9"/>
    <w:rsid w:val="00D509CC"/>
    <w:rsid w:val="00DB7212"/>
    <w:rsid w:val="00DC6D79"/>
    <w:rsid w:val="00E66A3F"/>
    <w:rsid w:val="00E85424"/>
    <w:rsid w:val="00E9188E"/>
    <w:rsid w:val="00E91C0C"/>
    <w:rsid w:val="00EC682E"/>
    <w:rsid w:val="00F16A68"/>
    <w:rsid w:val="00F200AB"/>
    <w:rsid w:val="00F46E99"/>
    <w:rsid w:val="00FA2057"/>
    <w:rsid w:val="00FB238B"/>
    <w:rsid w:val="00FC2B5C"/>
    <w:rsid w:val="00FD3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63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636"/>
    <w:pPr>
      <w:keepNext/>
      <w:outlineLvl w:val="0"/>
    </w:pPr>
    <w:rPr>
      <w:rFonts w:eastAsia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636"/>
    <w:rPr>
      <w:rFonts w:ascii="Times New Roman" w:hAnsi="Times New Roman"/>
      <w:sz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E46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6B3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00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245</TotalTime>
  <Pages>2</Pages>
  <Words>616</Words>
  <Characters>3517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2017-03-30T10:16:00Z</cp:lastPrinted>
  <dcterms:created xsi:type="dcterms:W3CDTF">2015-04-10T05:39:00Z</dcterms:created>
  <dcterms:modified xsi:type="dcterms:W3CDTF">2017-03-30T10:17:00Z</dcterms:modified>
</cp:coreProperties>
</file>